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C74455" w:rsidP="0069129C" w:rsidRDefault="00832BD9" w14:paraId="6FC86E08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32BD9" w:rsidP="00832BD9" w:rsidRDefault="00832BD9" w14:paraId="77321699" w14:textId="6139BCDA">
      <w:pPr>
        <w:rPr>
          <w:lang w:val="en-US"/>
        </w:rPr>
      </w:pPr>
      <w:bookmarkStart w:name="_Hlk57722982" w:id="0"/>
      <w:r w:rsidRPr="7AAD6D47" w:rsidR="00832BD9">
        <w:rPr>
          <w:lang w:val="en-US"/>
        </w:rPr>
        <w:t>Vasque</w:t>
      </w:r>
      <w:r w:rsidRPr="7AAD6D47" w:rsidR="00832BD9">
        <w:rPr>
          <w:lang w:val="en-US"/>
        </w:rPr>
        <w:t xml:space="preserve"> à </w:t>
      </w:r>
      <w:r w:rsidRPr="7AAD6D47" w:rsidR="00832BD9">
        <w:rPr>
          <w:lang w:val="en-US"/>
        </w:rPr>
        <w:t>encastrer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fabriquée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e</w:t>
      </w:r>
      <w:r w:rsidRPr="7AAD6D47" w:rsidR="00832BD9">
        <w:rPr>
          <w:lang w:val="en-US"/>
        </w:rPr>
        <w:t>n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porcelain</w:t>
      </w:r>
      <w:r w:rsidRPr="7AAD6D47" w:rsidR="00555680">
        <w:rPr>
          <w:lang w:val="en-US"/>
        </w:rPr>
        <w:t>e</w:t>
      </w:r>
      <w:r w:rsidRPr="7AAD6D47" w:rsidR="00832BD9">
        <w:rPr>
          <w:lang w:val="en-US"/>
        </w:rPr>
        <w:t xml:space="preserve"> sanitaire, </w:t>
      </w:r>
      <w:r w:rsidRPr="7AAD6D47" w:rsidR="6F9CFE39">
        <w:rPr>
          <w:lang w:val="en-US"/>
        </w:rPr>
        <w:t xml:space="preserve">avec </w:t>
      </w:r>
      <w:r w:rsidRPr="7AAD6D47" w:rsidR="00832BD9">
        <w:rPr>
          <w:lang w:val="en-US"/>
        </w:rPr>
        <w:t xml:space="preserve">trop-plein </w:t>
      </w:r>
      <w:r w:rsidRPr="7AAD6D47" w:rsidR="134E37AD">
        <w:rPr>
          <w:lang w:val="en-US"/>
        </w:rPr>
        <w:t>integré et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plage</w:t>
      </w:r>
      <w:r w:rsidRPr="7AAD6D47" w:rsidR="00832BD9">
        <w:rPr>
          <w:lang w:val="en-US"/>
        </w:rPr>
        <w:t xml:space="preserve"> pour </w:t>
      </w:r>
      <w:r w:rsidRPr="7AAD6D47" w:rsidR="00832BD9">
        <w:rPr>
          <w:lang w:val="en-US"/>
        </w:rPr>
        <w:t>robinetterie</w:t>
      </w:r>
    </w:p>
    <w:p w:rsidR="00832BD9" w:rsidP="00832BD9" w:rsidRDefault="00832BD9" w14:paraId="5799E8C9" w14:textId="77777777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ronde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:rsidR="00832BD9" w:rsidP="00832BD9" w:rsidRDefault="00832BD9" w14:paraId="468454F0" w14:textId="77777777">
      <w:pPr>
        <w:rPr>
          <w:lang w:val="nl-BE"/>
        </w:rPr>
      </w:pPr>
      <w:proofErr w:type="spellStart"/>
      <w:r w:rsidRPr="7AAD6D47" w:rsidR="00832BD9">
        <w:rPr>
          <w:lang w:val="nl-BE"/>
        </w:rPr>
        <w:t>L’e</w:t>
      </w:r>
      <w:r w:rsidRPr="7AAD6D47" w:rsidR="00832BD9">
        <w:rPr>
          <w:lang w:val="nl-BE"/>
        </w:rPr>
        <w:t>n</w:t>
      </w:r>
      <w:r w:rsidRPr="7AAD6D47" w:rsidR="00832BD9">
        <w:rPr>
          <w:lang w:val="nl-BE"/>
        </w:rPr>
        <w:t>tretien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est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optimal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grâce</w:t>
      </w:r>
      <w:proofErr w:type="spellEnd"/>
      <w:r w:rsidRPr="7AAD6D47" w:rsidR="00832BD9">
        <w:rPr>
          <w:lang w:val="nl-BE"/>
        </w:rPr>
        <w:t xml:space="preserve"> à la </w:t>
      </w:r>
      <w:proofErr w:type="spellStart"/>
      <w:r w:rsidRPr="7AAD6D47" w:rsidR="00832BD9">
        <w:rPr>
          <w:lang w:val="nl-BE"/>
        </w:rPr>
        <w:t>forme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entièrement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arrondie</w:t>
      </w:r>
      <w:proofErr w:type="spellEnd"/>
      <w:r w:rsidRPr="7AAD6D47" w:rsidR="00832BD9">
        <w:rPr>
          <w:lang w:val="nl-BE"/>
        </w:rPr>
        <w:t xml:space="preserve"> de</w:t>
      </w:r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l’intérieur</w:t>
      </w:r>
      <w:proofErr w:type="spellEnd"/>
      <w:r w:rsidRPr="7AAD6D47" w:rsidR="00832BD9">
        <w:rPr>
          <w:lang w:val="nl-BE"/>
        </w:rPr>
        <w:t xml:space="preserve"> de la </w:t>
      </w:r>
      <w:proofErr w:type="spellStart"/>
      <w:r w:rsidRPr="7AAD6D47" w:rsidR="00832BD9">
        <w:rPr>
          <w:lang w:val="nl-BE"/>
        </w:rPr>
        <w:t>vasque</w:t>
      </w:r>
      <w:proofErr w:type="spellEnd"/>
      <w:r w:rsidRPr="7AAD6D47" w:rsidR="00832BD9">
        <w:rPr>
          <w:lang w:val="nl-BE"/>
        </w:rPr>
        <w:t>.</w:t>
      </w:r>
    </w:p>
    <w:p w:rsidR="00F22084" w:rsidP="001A242E" w:rsidRDefault="00832BD9" w14:paraId="122D4B5F" w14:textId="77777777">
      <w:pPr>
        <w:rPr>
          <w:lang w:val="en-US"/>
        </w:rPr>
      </w:pPr>
      <w:r w:rsidRPr="00F22084">
        <w:rPr>
          <w:lang w:val="en-US"/>
        </w:rPr>
        <w:t xml:space="preserve">Le dessous de la </w:t>
      </w:r>
      <w:proofErr w:type="spellStart"/>
      <w:r w:rsidRPr="00F22084">
        <w:rPr>
          <w:lang w:val="en-US"/>
        </w:rPr>
        <w:t>vasque</w:t>
      </w:r>
      <w:proofErr w:type="spellEnd"/>
      <w:r w:rsidRPr="00F22084">
        <w:rPr>
          <w:lang w:val="en-US"/>
        </w:rPr>
        <w:t xml:space="preserve"> </w:t>
      </w:r>
      <w:proofErr w:type="spellStart"/>
      <w:r w:rsidRPr="00F22084" w:rsidR="001A242E">
        <w:rPr>
          <w:lang w:val="en-US"/>
        </w:rPr>
        <w:t>n’</w:t>
      </w:r>
      <w:r w:rsidRPr="00F22084">
        <w:rPr>
          <w:lang w:val="en-US"/>
        </w:rPr>
        <w:t>est</w:t>
      </w:r>
      <w:proofErr w:type="spellEnd"/>
      <w:r w:rsidRPr="00F22084" w:rsidR="001A242E">
        <w:rPr>
          <w:lang w:val="en-US"/>
        </w:rPr>
        <w:t xml:space="preserve"> pas</w:t>
      </w:r>
      <w:r w:rsidRPr="00F22084">
        <w:rPr>
          <w:lang w:val="en-US"/>
        </w:rPr>
        <w:t xml:space="preserve"> </w:t>
      </w:r>
      <w:proofErr w:type="spellStart"/>
      <w:r w:rsidRPr="00F22084">
        <w:rPr>
          <w:lang w:val="en-US"/>
        </w:rPr>
        <w:t>émaillé</w:t>
      </w:r>
      <w:proofErr w:type="spellEnd"/>
      <w:r w:rsidRPr="00F22084">
        <w:rPr>
          <w:lang w:val="en-US"/>
        </w:rPr>
        <w:t>.</w:t>
      </w:r>
    </w:p>
    <w:p w:rsidR="00F22084" w:rsidP="001A242E" w:rsidRDefault="00F22084" w14:paraId="10207310" w14:textId="2F6A5920">
      <w:pPr>
        <w:rPr>
          <w:rStyle w:val="normaltextrun"/>
          <w:rFonts w:cs="Arial"/>
          <w:color w:val="000000"/>
          <w:shd w:val="clear" w:color="auto" w:fill="FFFFFF"/>
          <w:lang w:val="en-US"/>
        </w:rPr>
      </w:pPr>
      <w:r>
        <w:rPr>
          <w:lang w:val="en-US"/>
        </w:rPr>
        <w:t xml:space="preserve">La </w:t>
      </w:r>
      <w:proofErr w:type="spellStart"/>
      <w:r>
        <w:rPr>
          <w:lang w:val="en-US"/>
        </w:rPr>
        <w:t>vasque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pourvu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seconde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</w:p>
    <w:p w:rsidRPr="00212515" w:rsidR="001A242E" w:rsidP="001A242E" w:rsidRDefault="001A242E" w14:paraId="62FE1606" w14:textId="3983CB71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:rsidRPr="00832BD9" w:rsidR="009A54BB" w:rsidP="009A54BB" w:rsidRDefault="00832BD9" w14:paraId="42A6563D" w14:textId="77777777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 sur la </w:t>
      </w:r>
      <w:proofErr w:type="spellStart"/>
      <w:r>
        <w:rPr>
          <w:lang w:val="en-US"/>
        </w:rPr>
        <w:t>porcelaine</w:t>
      </w:r>
      <w:proofErr w:type="spellEnd"/>
      <w:r>
        <w:rPr>
          <w:lang w:val="en-US"/>
        </w:rPr>
        <w:t xml:space="preserve"> dans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couleur Claire.</w:t>
      </w:r>
      <w:bookmarkEnd w:id="0"/>
    </w:p>
    <w:p w:rsidRPr="001A242E" w:rsidR="009A54BB" w:rsidP="009A54BB" w:rsidRDefault="009A54BB" w14:paraId="02473D34" w14:textId="77777777">
      <w:pPr>
        <w:rPr>
          <w:lang w:val="en-US"/>
        </w:rPr>
      </w:pPr>
    </w:p>
    <w:p w:rsidRPr="00C206EA" w:rsidR="008A5169" w:rsidP="00C206EA" w:rsidRDefault="008A5169" w14:paraId="02039B9B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832BD9">
        <w:rPr>
          <w:rFonts w:ascii="Arial" w:hAnsi="Arial"/>
          <w:b/>
        </w:rPr>
        <w:t>ériaux</w:t>
      </w:r>
      <w:proofErr w:type="spellEnd"/>
      <w:r w:rsidR="00832BD9">
        <w:rPr>
          <w:rFonts w:ascii="Arial" w:hAnsi="Arial"/>
          <w:b/>
        </w:rPr>
        <w:t xml:space="preserve"> et </w:t>
      </w:r>
      <w:proofErr w:type="spellStart"/>
      <w:r w:rsidR="00832BD9">
        <w:rPr>
          <w:rFonts w:ascii="Arial" w:hAnsi="Arial"/>
          <w:b/>
        </w:rPr>
        <w:t>caractéristiques</w:t>
      </w:r>
      <w:proofErr w:type="spellEnd"/>
    </w:p>
    <w:p w:rsidR="00C74455" w:rsidP="0069129C" w:rsidRDefault="008A5169" w14:paraId="5F754720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2E43FF">
        <w:rPr>
          <w:rFonts w:ascii="Arial" w:hAnsi="Arial"/>
          <w:b/>
          <w:u w:val="none"/>
        </w:rPr>
        <w:t>ériaux</w:t>
      </w:r>
      <w:proofErr w:type="spellEnd"/>
    </w:p>
    <w:p w:rsidRPr="00DB61F4" w:rsidR="002E43FF" w:rsidP="002E43FF" w:rsidRDefault="002E43FF" w14:paraId="313681D8" w14:textId="77777777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Pr="002E43FF" w:rsidR="002F1A08" w:rsidP="002E43FF" w:rsidRDefault="002F1A08" w14:paraId="13200AE5" w14:textId="77777777">
      <w:pPr>
        <w:rPr>
          <w:u w:val="single"/>
          <w:lang w:val="en-US"/>
        </w:rPr>
      </w:pPr>
    </w:p>
    <w:p w:rsidR="008A5169" w:rsidP="008A5169" w:rsidRDefault="002E43FF" w14:paraId="4F4EBB59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Pr="002E43FF" w:rsidR="002E43FF" w:rsidP="002E43FF" w:rsidRDefault="002E43FF" w14:paraId="1A761C1A" w14:textId="77777777">
      <w:pPr>
        <w:rPr>
          <w:lang w:val="en-US"/>
        </w:rPr>
      </w:pPr>
      <w:proofErr w:type="spellStart"/>
      <w:r w:rsidRPr="002E43FF">
        <w:rPr>
          <w:lang w:val="en-US"/>
        </w:rPr>
        <w:t>Emaillé</w:t>
      </w:r>
      <w:proofErr w:type="spellEnd"/>
      <w:r w:rsidRPr="002E43FF">
        <w:rPr>
          <w:lang w:val="en-US"/>
        </w:rPr>
        <w:t xml:space="preserve"> </w:t>
      </w:r>
    </w:p>
    <w:p w:rsidRPr="00DB61F4" w:rsidR="002E43FF" w:rsidP="002E43FF" w:rsidRDefault="002E43FF" w14:paraId="4020D1F5" w14:textId="77777777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 xml:space="preserve">. </w:t>
      </w:r>
    </w:p>
    <w:p w:rsidR="002E43FF" w:rsidP="002E43FF" w:rsidRDefault="002E43FF" w14:paraId="46238CE7" w14:textId="77777777">
      <w:r>
        <w:t>EN14688</w:t>
      </w:r>
    </w:p>
    <w:p w:rsidR="002E43FF" w:rsidP="002E43FF" w:rsidRDefault="002E43FF" w14:paraId="5CE15F25" w14:textId="77777777">
      <w:proofErr w:type="spellStart"/>
      <w:r>
        <w:t>Profondeur</w:t>
      </w:r>
      <w:proofErr w:type="spellEnd"/>
      <w:r>
        <w:t>:</w:t>
      </w:r>
      <w:r>
        <w:tab/>
      </w:r>
      <w:r>
        <w:t>48cm</w:t>
      </w:r>
    </w:p>
    <w:p w:rsidR="002E43FF" w:rsidP="002E43FF" w:rsidRDefault="002E43FF" w14:paraId="4D0BF77E" w14:textId="77777777">
      <w:proofErr w:type="spellStart"/>
      <w:r>
        <w:t>Largeur</w:t>
      </w:r>
      <w:proofErr w:type="spellEnd"/>
      <w:r>
        <w:t>:</w:t>
      </w:r>
      <w:r>
        <w:tab/>
      </w:r>
      <w:r>
        <w:t>48cm</w:t>
      </w:r>
    </w:p>
    <w:p w:rsidR="002E43FF" w:rsidP="002E43FF" w:rsidRDefault="002E43FF" w14:paraId="5F226993" w14:textId="77777777">
      <w:proofErr w:type="spellStart"/>
      <w:r>
        <w:t>Hauteur</w:t>
      </w:r>
      <w:proofErr w:type="spellEnd"/>
      <w:r>
        <w:t>:</w:t>
      </w:r>
      <w:r>
        <w:tab/>
      </w:r>
      <w:r>
        <w:t>17,8cm</w:t>
      </w:r>
    </w:p>
    <w:p w:rsidRPr="00DD0E11" w:rsidR="002E43FF" w:rsidP="002E43FF" w:rsidRDefault="002E43FF" w14:paraId="46390D36" w14:textId="77777777">
      <w:r>
        <w:t>Couleur:        Blanc</w:t>
      </w:r>
    </w:p>
    <w:p w:rsidR="00C206EA" w:rsidP="008A5169" w:rsidRDefault="00C206EA" w14:paraId="15BC9E2C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000CB164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2E43FF">
        <w:rPr>
          <w:rFonts w:ascii="Arial" w:hAnsi="Arial"/>
          <w:b/>
        </w:rPr>
        <w:t>acement</w:t>
      </w:r>
    </w:p>
    <w:p w:rsidRPr="002E43FF" w:rsidR="002E43FF" w:rsidP="002E43FF" w:rsidRDefault="002E43FF" w14:paraId="01FDEDAC" w14:textId="77777777">
      <w:pPr>
        <w:rPr>
          <w:lang w:val="en-US"/>
        </w:rPr>
      </w:pPr>
      <w:r w:rsidRPr="002E43FF">
        <w:rPr>
          <w:lang w:val="en-US"/>
        </w:rPr>
        <w:t xml:space="preserve">Montage par le dessus via </w:t>
      </w:r>
      <w:proofErr w:type="spellStart"/>
      <w:r w:rsidRPr="002E43FF">
        <w:rPr>
          <w:lang w:val="en-US"/>
        </w:rPr>
        <w:t>une</w:t>
      </w:r>
      <w:proofErr w:type="spellEnd"/>
      <w:r w:rsidRPr="002E43FF">
        <w:rPr>
          <w:lang w:val="en-US"/>
        </w:rPr>
        <w:t xml:space="preserve"> </w:t>
      </w:r>
      <w:proofErr w:type="spellStart"/>
      <w:r w:rsidRPr="002E43FF">
        <w:rPr>
          <w:lang w:val="en-US"/>
        </w:rPr>
        <w:t>découpe</w:t>
      </w:r>
      <w:proofErr w:type="spellEnd"/>
      <w:r w:rsidRPr="002E43FF">
        <w:rPr>
          <w:lang w:val="en-US"/>
        </w:rPr>
        <w:t xml:space="preserve"> dans la </w:t>
      </w:r>
      <w:proofErr w:type="spellStart"/>
      <w:r w:rsidRPr="002E43FF">
        <w:rPr>
          <w:lang w:val="en-US"/>
        </w:rPr>
        <w:t>tablette</w:t>
      </w:r>
      <w:proofErr w:type="spellEnd"/>
      <w:r w:rsidRPr="002E43FF">
        <w:rPr>
          <w:lang w:val="en-US"/>
        </w:rPr>
        <w:t>.</w:t>
      </w:r>
    </w:p>
    <w:p w:rsidRPr="00DB61F4" w:rsidR="002E43FF" w:rsidP="002E43FF" w:rsidRDefault="002E43FF" w14:paraId="059396A3" w14:textId="77777777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:rsidRPr="002E43FF" w:rsidR="00106C8C" w:rsidP="008A5169" w:rsidRDefault="00106C8C" w14:paraId="0A06A05D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3B42B31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08DD86EB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358D958D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13AF1432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3EA69110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86B18" w:rsidP="00586B18" w:rsidRDefault="002E43FF" w14:paraId="3095139B" w14:textId="77777777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FF20C8" w:rsidR="00CE5E0E" w:rsidP="008A5169" w:rsidRDefault="00CE5E0E" w14:paraId="621DFAC5" w14:textId="77777777">
      <w:pPr>
        <w:pStyle w:val="Bulleted1"/>
        <w:numPr>
          <w:ilvl w:val="0"/>
          <w:numId w:val="0"/>
        </w:numPr>
      </w:pPr>
    </w:p>
    <w:p w:rsidR="008A5169" w:rsidP="008A5169" w:rsidRDefault="002E43FF" w14:paraId="332A5320" w14:textId="77777777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0F0FE82" wp14:editId="0E4D0DDE">
            <wp:extent cx="4290060" cy="4290060"/>
            <wp:effectExtent l="0" t="0" r="0" b="0"/>
            <wp:docPr id="3" name="Afbeelding 3" descr="Vasque à encastrer Geberit VariForm ronde, avec plage avec trou pour robi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asque à encastrer Geberit VariForm ronde, avec plage avec trou pour robine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429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5AA1" w:rsidRDefault="00505AA1" w14:paraId="390FFB01" w14:textId="77777777">
      <w:r>
        <w:separator/>
      </w:r>
    </w:p>
  </w:endnote>
  <w:endnote w:type="continuationSeparator" w:id="0">
    <w:p w:rsidR="00505AA1" w:rsidRDefault="00505AA1" w14:paraId="3955AA55" w14:textId="77777777">
      <w:r>
        <w:continuationSeparator/>
      </w:r>
    </w:p>
  </w:endnote>
  <w:endnote w:type="continuationNotice" w:id="1">
    <w:p w:rsidR="00505AA1" w:rsidRDefault="00505AA1" w14:paraId="59C6EDA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161DCAC3" w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19D1FB76" w14:textId="77777777">
      <w:tc>
        <w:tcPr>
          <w:tcW w:w="3392" w:type="dxa"/>
        </w:tcPr>
        <w:p w:rsidRPr="00D06139" w:rsidR="00025544" w:rsidP="003242F8" w:rsidRDefault="0069129C" w14:paraId="46E9682E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034E85F4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7675A1ED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27A899BD" w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50CB98DE" w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5AA1" w:rsidRDefault="00505AA1" w14:paraId="27A4957F" w14:textId="77777777">
      <w:r>
        <w:separator/>
      </w:r>
    </w:p>
  </w:footnote>
  <w:footnote w:type="continuationSeparator" w:id="0">
    <w:p w:rsidR="00505AA1" w:rsidRDefault="00505AA1" w14:paraId="7A259381" w14:textId="77777777">
      <w:r>
        <w:continuationSeparator/>
      </w:r>
    </w:p>
  </w:footnote>
  <w:footnote w:type="continuationNotice" w:id="1">
    <w:p w:rsidR="00505AA1" w:rsidRDefault="00505AA1" w14:paraId="12BEBD9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64CD4254" w14:textId="777777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832BD9" w:rsidP="00080B0F" w:rsidRDefault="00832BD9" w14:paraId="2764F086" w14:textId="77777777">
    <w:pPr>
      <w:pStyle w:val="Koptekst"/>
      <w:rPr>
        <w:rFonts w:ascii="Arial" w:hAnsi="Arial" w:cs="Arial"/>
        <w:b/>
        <w:szCs w:val="24"/>
        <w:lang w:val="nl-BE"/>
      </w:rPr>
    </w:pPr>
  </w:p>
  <w:p w:rsidRPr="001332A1" w:rsidR="00586B18" w:rsidP="00080B0F" w:rsidRDefault="006E7CAF" w14:paraId="666C1813" w14:textId="77777777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vasque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à                        </w:t>
    </w:r>
    <w:r w:rsidR="00832BD9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0899A4A" wp14:editId="29F0D683">
          <wp:extent cx="1003300" cy="155575"/>
          <wp:effectExtent l="0" t="0" r="635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proofErr w:type="spellStart"/>
    <w:r w:rsidR="00832BD9">
      <w:rPr>
        <w:rFonts w:ascii="Arial" w:hAnsi="Arial" w:cs="Arial"/>
        <w:b/>
        <w:szCs w:val="24"/>
        <w:lang w:val="nl-BE"/>
      </w:rPr>
      <w:t>encastrer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ronde </w:t>
    </w:r>
    <w:proofErr w:type="spellStart"/>
    <w:r w:rsidR="00832BD9">
      <w:rPr>
        <w:rFonts w:ascii="Arial" w:hAnsi="Arial" w:cs="Arial"/>
        <w:b/>
        <w:szCs w:val="24"/>
        <w:lang w:val="nl-BE"/>
      </w:rPr>
      <w:t>avec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plage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pour </w:t>
    </w:r>
    <w:proofErr w:type="spellStart"/>
    <w:r w:rsidR="00832BD9">
      <w:rPr>
        <w:rFonts w:ascii="Arial" w:hAnsi="Arial" w:cs="Arial"/>
        <w:b/>
        <w:szCs w:val="24"/>
        <w:lang w:val="nl-BE"/>
      </w:rPr>
      <w:t>robinetterie</w:t>
    </w:r>
    <w:proofErr w:type="spellEnd"/>
    <w:r w:rsidR="0056122C">
      <w:rPr>
        <w:rFonts w:ascii="Arial" w:hAnsi="Arial" w:cs="Arial"/>
        <w:b/>
        <w:szCs w:val="24"/>
        <w:lang w:val="nl-BE"/>
      </w:rPr>
      <w:br/>
    </w:r>
    <w:r w:rsidRPr="001332A1" w:rsidR="00586B18">
      <w:rPr>
        <w:rFonts w:ascii="Arial" w:hAnsi="Arial" w:cs="Arial"/>
        <w:b/>
        <w:szCs w:val="24"/>
        <w:lang w:val="nl-BE"/>
      </w:rPr>
      <w:tab/>
    </w:r>
  </w:p>
  <w:p w:rsidRPr="001332A1" w:rsidR="00025544" w:rsidP="00080B0F" w:rsidRDefault="00C272EF" w14:paraId="5BE4711C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53F2F6B9" w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25858854">
    <w:abstractNumId w:val="18"/>
  </w:num>
  <w:num w:numId="2" w16cid:durableId="1404599715">
    <w:abstractNumId w:val="24"/>
  </w:num>
  <w:num w:numId="3" w16cid:durableId="1196624888">
    <w:abstractNumId w:val="4"/>
  </w:num>
  <w:num w:numId="4" w16cid:durableId="560672870">
    <w:abstractNumId w:val="3"/>
  </w:num>
  <w:num w:numId="5" w16cid:durableId="292640336">
    <w:abstractNumId w:val="14"/>
  </w:num>
  <w:num w:numId="6" w16cid:durableId="1418673591">
    <w:abstractNumId w:val="16"/>
  </w:num>
  <w:num w:numId="7" w16cid:durableId="105084310">
    <w:abstractNumId w:val="6"/>
  </w:num>
  <w:num w:numId="8" w16cid:durableId="1967000901">
    <w:abstractNumId w:val="21"/>
  </w:num>
  <w:num w:numId="9" w16cid:durableId="127164407">
    <w:abstractNumId w:val="27"/>
  </w:num>
  <w:num w:numId="10" w16cid:durableId="1679238496">
    <w:abstractNumId w:val="2"/>
  </w:num>
  <w:num w:numId="11" w16cid:durableId="1360204491">
    <w:abstractNumId w:val="13"/>
  </w:num>
  <w:num w:numId="12" w16cid:durableId="2079283580">
    <w:abstractNumId w:val="12"/>
  </w:num>
  <w:num w:numId="13" w16cid:durableId="1788768962">
    <w:abstractNumId w:val="26"/>
  </w:num>
  <w:num w:numId="14" w16cid:durableId="1263222153">
    <w:abstractNumId w:val="8"/>
  </w:num>
  <w:num w:numId="15" w16cid:durableId="1581669250">
    <w:abstractNumId w:val="0"/>
  </w:num>
  <w:num w:numId="16" w16cid:durableId="249893723">
    <w:abstractNumId w:val="11"/>
  </w:num>
  <w:num w:numId="17" w16cid:durableId="188222851">
    <w:abstractNumId w:val="5"/>
  </w:num>
  <w:num w:numId="18" w16cid:durableId="1615986969">
    <w:abstractNumId w:val="22"/>
  </w:num>
  <w:num w:numId="19" w16cid:durableId="528184189">
    <w:abstractNumId w:val="23"/>
  </w:num>
  <w:num w:numId="20" w16cid:durableId="1606233518">
    <w:abstractNumId w:val="20"/>
  </w:num>
  <w:num w:numId="21" w16cid:durableId="521550146">
    <w:abstractNumId w:val="19"/>
  </w:num>
  <w:num w:numId="22" w16cid:durableId="988244347">
    <w:abstractNumId w:val="15"/>
  </w:num>
  <w:num w:numId="23" w16cid:durableId="617488878">
    <w:abstractNumId w:val="25"/>
  </w:num>
  <w:num w:numId="24" w16cid:durableId="1528055406">
    <w:abstractNumId w:val="9"/>
  </w:num>
  <w:num w:numId="25" w16cid:durableId="1947417980">
    <w:abstractNumId w:val="10"/>
  </w:num>
  <w:num w:numId="26" w16cid:durableId="978874266">
    <w:abstractNumId w:val="1"/>
  </w:num>
  <w:num w:numId="27" w16cid:durableId="1721636634">
    <w:abstractNumId w:val="17"/>
  </w:num>
  <w:num w:numId="28" w16cid:durableId="986200233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242E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E43FF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3F70"/>
    <w:rsid w:val="004F5A43"/>
    <w:rsid w:val="004F64FB"/>
    <w:rsid w:val="004F6B05"/>
    <w:rsid w:val="00500F04"/>
    <w:rsid w:val="00502659"/>
    <w:rsid w:val="00505AA1"/>
    <w:rsid w:val="00523215"/>
    <w:rsid w:val="00532AC1"/>
    <w:rsid w:val="00535D6A"/>
    <w:rsid w:val="00540609"/>
    <w:rsid w:val="00540DBE"/>
    <w:rsid w:val="005449E5"/>
    <w:rsid w:val="00551608"/>
    <w:rsid w:val="00554BF5"/>
    <w:rsid w:val="00555680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2BD9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053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6DA3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27E6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2011"/>
    <w:rsid w:val="00F16335"/>
    <w:rsid w:val="00F16CDF"/>
    <w:rsid w:val="00F17EF3"/>
    <w:rsid w:val="00F21F99"/>
    <w:rsid w:val="00F22084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134E37AD"/>
    <w:rsid w:val="6F9CFE39"/>
    <w:rsid w:val="7AAD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01CB62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1A242E"/>
  </w:style>
  <w:style w:type="character" w:styleId="eop" w:customStyle="1">
    <w:name w:val="eop"/>
    <w:basedOn w:val="Standaardalinea-lettertype"/>
    <w:rsid w:val="001A2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6A6EC5-F6E1-4313-9872-311E4F17AFD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F609112E-B322-48D0-A9DD-ECC321064B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FE781C-9056-484C-BC71-3161258E077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35</cp:revision>
  <cp:lastPrinted>2011-12-15T11:14:00Z</cp:lastPrinted>
  <dcterms:created xsi:type="dcterms:W3CDTF">2020-03-10T16:23:00Z</dcterms:created>
  <dcterms:modified xsi:type="dcterms:W3CDTF">2023-11-22T14:04:03Z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